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230EB837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22369B" w:rsidRPr="00D0261B">
        <w:rPr>
          <w:rFonts w:ascii="Arial" w:hAnsi="Arial"/>
          <w:lang w:val="fr-BE"/>
        </w:rPr>
        <w:t>2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3FBD1CFA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EI30,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76CC13DB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EI30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C17285" w:rsidRPr="003245FE">
      <w:rPr>
        <w:rFonts w:ascii="Arial" w:hAnsi="Arial"/>
        <w:b/>
        <w:lang w:val="fr-BE"/>
      </w:rPr>
      <w:t>1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83AABB-04EC-422F-AEEB-5A020745CE6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94</TotalTime>
  <Pages>1</Pages>
  <Words>123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29</cp:revision>
  <cp:lastPrinted>2011-12-15T11:32:00Z</cp:lastPrinted>
  <dcterms:created xsi:type="dcterms:W3CDTF">2021-04-30T13:11:00Z</dcterms:created>
  <dcterms:modified xsi:type="dcterms:W3CDTF">2023-10-05T09:30:00Z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